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B2A" w:rsidRPr="00C32C10" w:rsidRDefault="000D4B2A" w:rsidP="00F8713E">
      <w:pPr>
        <w:autoSpaceDE w:val="0"/>
        <w:autoSpaceDN w:val="0"/>
        <w:adjustRightInd w:val="0"/>
        <w:ind w:firstLine="698"/>
        <w:jc w:val="right"/>
        <w:rPr>
          <w:color w:val="000000"/>
          <w:sz w:val="26"/>
          <w:szCs w:val="26"/>
        </w:rPr>
      </w:pPr>
      <w:bookmarkStart w:id="0" w:name="sub_1116"/>
      <w:r w:rsidRPr="00C32C10">
        <w:rPr>
          <w:b/>
          <w:bCs/>
          <w:color w:val="000000"/>
          <w:sz w:val="26"/>
          <w:szCs w:val="26"/>
        </w:rPr>
        <w:t xml:space="preserve">Таблица </w:t>
      </w:r>
      <w:r>
        <w:rPr>
          <w:b/>
          <w:bCs/>
          <w:color w:val="000000"/>
          <w:sz w:val="26"/>
          <w:szCs w:val="26"/>
        </w:rPr>
        <w:t xml:space="preserve">№ </w:t>
      </w:r>
      <w:r w:rsidRPr="00C32C10">
        <w:rPr>
          <w:b/>
          <w:bCs/>
          <w:color w:val="000000"/>
          <w:sz w:val="26"/>
          <w:szCs w:val="26"/>
        </w:rPr>
        <w:t>16</w:t>
      </w:r>
    </w:p>
    <w:bookmarkEnd w:id="0"/>
    <w:p w:rsidR="000D4B2A" w:rsidRPr="00C32C10" w:rsidRDefault="000D4B2A" w:rsidP="00F8713E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</w:p>
    <w:p w:rsidR="000D4B2A" w:rsidRPr="00C32C10" w:rsidRDefault="000D4B2A" w:rsidP="00F8713E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</w:p>
    <w:p w:rsidR="000D4B2A" w:rsidRDefault="000D4B2A" w:rsidP="00694E7A">
      <w:pPr>
        <w:autoSpaceDE w:val="0"/>
        <w:autoSpaceDN w:val="0"/>
        <w:adjustRightInd w:val="0"/>
        <w:spacing w:before="108" w:after="108"/>
        <w:jc w:val="center"/>
        <w:outlineLvl w:val="0"/>
        <w:rPr>
          <w:b/>
          <w:bCs/>
          <w:i/>
          <w:iCs/>
          <w:color w:val="000000"/>
          <w:sz w:val="26"/>
          <w:szCs w:val="26"/>
        </w:rPr>
      </w:pPr>
      <w:r w:rsidRPr="00C32C10">
        <w:rPr>
          <w:b/>
          <w:bCs/>
          <w:color w:val="000000"/>
          <w:sz w:val="26"/>
          <w:szCs w:val="26"/>
        </w:rPr>
        <w:t>Отчет</w:t>
      </w:r>
      <w:r w:rsidRPr="00C32C10">
        <w:rPr>
          <w:b/>
          <w:bCs/>
          <w:color w:val="000000"/>
          <w:sz w:val="26"/>
          <w:szCs w:val="26"/>
        </w:rPr>
        <w:br/>
        <w:t xml:space="preserve">о выполнении показателей муниципальных заданий на оказание муниципальных услуг (выполнение работ) муниципальными учреждениями по муниципальной программе </w:t>
      </w:r>
      <w:r w:rsidRPr="00855882">
        <w:rPr>
          <w:color w:val="000000"/>
          <w:sz w:val="26"/>
          <w:szCs w:val="26"/>
        </w:rPr>
        <w:t>з</w:t>
      </w:r>
      <w:r w:rsidRPr="00855882">
        <w:rPr>
          <w:b/>
          <w:bCs/>
          <w:i/>
          <w:iCs/>
          <w:color w:val="000000"/>
          <w:sz w:val="26"/>
          <w:szCs w:val="26"/>
        </w:rPr>
        <w:t>а 201</w:t>
      </w:r>
      <w:r>
        <w:rPr>
          <w:b/>
          <w:bCs/>
          <w:i/>
          <w:iCs/>
          <w:color w:val="000000"/>
          <w:sz w:val="26"/>
          <w:szCs w:val="26"/>
        </w:rPr>
        <w:t>5</w:t>
      </w:r>
      <w:r w:rsidRPr="00855882">
        <w:rPr>
          <w:b/>
          <w:bCs/>
          <w:i/>
          <w:iCs/>
          <w:color w:val="000000"/>
          <w:sz w:val="26"/>
          <w:szCs w:val="26"/>
        </w:rPr>
        <w:t xml:space="preserve"> год</w:t>
      </w:r>
    </w:p>
    <w:p w:rsidR="000D4B2A" w:rsidRPr="00855882" w:rsidRDefault="000D4B2A" w:rsidP="00274F8F">
      <w:pPr>
        <w:autoSpaceDE w:val="0"/>
        <w:autoSpaceDN w:val="0"/>
        <w:adjustRightInd w:val="0"/>
        <w:ind w:firstLine="720"/>
        <w:jc w:val="center"/>
        <w:rPr>
          <w:b/>
          <w:bCs/>
          <w:i/>
          <w:iCs/>
          <w:color w:val="000000"/>
          <w:sz w:val="26"/>
          <w:szCs w:val="26"/>
        </w:rPr>
      </w:pPr>
    </w:p>
    <w:tbl>
      <w:tblPr>
        <w:tblW w:w="147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769"/>
      </w:tblGrid>
      <w:tr w:rsidR="000D4B2A" w:rsidRPr="00C32C10">
        <w:tc>
          <w:tcPr>
            <w:tcW w:w="12024" w:type="dxa"/>
            <w:tcBorders>
              <w:top w:val="nil"/>
              <w:left w:val="nil"/>
              <w:bottom w:val="nil"/>
              <w:right w:val="nil"/>
            </w:tcBorders>
          </w:tcPr>
          <w:p w:rsidR="000D4B2A" w:rsidRPr="005E0E84" w:rsidRDefault="000D4B2A" w:rsidP="00466F46">
            <w:pPr>
              <w:tabs>
                <w:tab w:val="left" w:pos="351"/>
                <w:tab w:val="left" w:pos="106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5E0E84">
              <w:rPr>
                <w:color w:val="000000"/>
                <w:sz w:val="26"/>
                <w:szCs w:val="26"/>
              </w:rPr>
              <w:t>«Развитие культуры на территории Дальнереченского городского округа</w:t>
            </w:r>
          </w:p>
          <w:p w:rsidR="000D4B2A" w:rsidRPr="005E0E84" w:rsidRDefault="000D4B2A" w:rsidP="00466F46">
            <w:pPr>
              <w:tabs>
                <w:tab w:val="left" w:pos="106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5E0E84">
              <w:rPr>
                <w:color w:val="000000"/>
                <w:sz w:val="26"/>
                <w:szCs w:val="26"/>
              </w:rPr>
              <w:t>на 2014-201</w:t>
            </w:r>
            <w:r>
              <w:rPr>
                <w:color w:val="000000"/>
                <w:sz w:val="26"/>
                <w:szCs w:val="26"/>
              </w:rPr>
              <w:t>7</w:t>
            </w:r>
            <w:r w:rsidRPr="005E0E84">
              <w:rPr>
                <w:color w:val="000000"/>
                <w:sz w:val="26"/>
                <w:szCs w:val="26"/>
              </w:rPr>
              <w:t xml:space="preserve"> годы»</w:t>
            </w:r>
          </w:p>
          <w:p w:rsidR="000D4B2A" w:rsidRPr="00C32C10" w:rsidRDefault="000D4B2A" w:rsidP="00274F8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0D4B2A" w:rsidRPr="00C32C10" w:rsidRDefault="000D4B2A" w:rsidP="00274F8F">
      <w:pPr>
        <w:autoSpaceDE w:val="0"/>
        <w:autoSpaceDN w:val="0"/>
        <w:adjustRightInd w:val="0"/>
        <w:ind w:firstLine="720"/>
        <w:jc w:val="center"/>
        <w:rPr>
          <w:color w:val="000000"/>
          <w:sz w:val="26"/>
          <w:szCs w:val="26"/>
        </w:rPr>
      </w:pPr>
    </w:p>
    <w:tbl>
      <w:tblPr>
        <w:tblW w:w="102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2568"/>
        <w:gridCol w:w="932"/>
        <w:gridCol w:w="1105"/>
        <w:gridCol w:w="15"/>
        <w:gridCol w:w="1487"/>
        <w:gridCol w:w="1578"/>
        <w:gridCol w:w="1540"/>
        <w:gridCol w:w="15"/>
      </w:tblGrid>
      <w:tr w:rsidR="000D4B2A" w:rsidRPr="00C32C10">
        <w:tc>
          <w:tcPr>
            <w:tcW w:w="1022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D4B2A" w:rsidRPr="00C32C10" w:rsidRDefault="000D4B2A" w:rsidP="00BD40F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0D4B2A" w:rsidRPr="00C32C10"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Pr="00C32C10" w:rsidRDefault="000D4B2A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N п/п</w:t>
            </w:r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Pr="00C32C10" w:rsidRDefault="000D4B2A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Наименование муниципальной услуги (работы)</w:t>
            </w:r>
          </w:p>
        </w:tc>
        <w:tc>
          <w:tcPr>
            <w:tcW w:w="2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Pr="00C32C10" w:rsidRDefault="000D4B2A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Значение показателя объема муниципальной услуги(работы)</w:t>
            </w:r>
          </w:p>
        </w:tc>
        <w:tc>
          <w:tcPr>
            <w:tcW w:w="46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4B2A" w:rsidRPr="00C32C10" w:rsidRDefault="000D4B2A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Расходы местного бюджета на оказание муниципальной услуги (выполнение работы) (тыс. руб.)</w:t>
            </w:r>
          </w:p>
        </w:tc>
      </w:tr>
      <w:tr w:rsidR="000D4B2A" w:rsidRPr="00C32C10">
        <w:trPr>
          <w:gridAfter w:val="1"/>
          <w:wAfter w:w="15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Pr="00C32C10" w:rsidRDefault="000D4B2A" w:rsidP="00FD4CF2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2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Pr="00C32C10" w:rsidRDefault="000D4B2A" w:rsidP="00FD4CF2">
            <w:pPr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Pr="00C32C10" w:rsidRDefault="000D4B2A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план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Pr="00C32C10" w:rsidRDefault="000D4B2A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факт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Pr="00C32C10" w:rsidRDefault="000D4B2A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сводная бюджетная роспись на 01 января отчетного года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Pr="00C32C10" w:rsidRDefault="000D4B2A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сводная бюджетная роспись на 31 декабря отчетного года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4B2A" w:rsidRPr="00C32C10" w:rsidRDefault="000D4B2A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кассовое исполнение</w:t>
            </w:r>
          </w:p>
        </w:tc>
      </w:tr>
      <w:tr w:rsidR="000D4B2A" w:rsidRPr="00C32C10">
        <w:trPr>
          <w:gridAfter w:val="1"/>
          <w:wAfter w:w="15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Pr="00C32C10" w:rsidRDefault="000D4B2A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Pr="00C32C10" w:rsidRDefault="000D4B2A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Pr="00C32C10" w:rsidRDefault="000D4B2A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Pr="00C32C10" w:rsidRDefault="000D4B2A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Pr="00C32C10" w:rsidRDefault="000D4B2A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Pr="00C32C10" w:rsidRDefault="000D4B2A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D4B2A" w:rsidRPr="00C32C10" w:rsidRDefault="000D4B2A" w:rsidP="00FD4CF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7</w:t>
            </w:r>
          </w:p>
        </w:tc>
      </w:tr>
      <w:tr w:rsidR="000D4B2A" w:rsidRPr="00C32C10">
        <w:trPr>
          <w:gridAfter w:val="1"/>
          <w:wAfter w:w="15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Pr="00C32C10" w:rsidRDefault="000D4B2A" w:rsidP="008D79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Default="000D4B2A" w:rsidP="008D797A">
            <w:pPr>
              <w:ind w:left="-40" w:right="-32"/>
              <w:rPr>
                <w:sz w:val="26"/>
                <w:szCs w:val="26"/>
              </w:rPr>
            </w:pPr>
            <w:r w:rsidRPr="00EA22B5">
              <w:rPr>
                <w:sz w:val="26"/>
                <w:szCs w:val="26"/>
              </w:rPr>
              <w:t>Услуга № 1 - Создание и показ театрализованных представлений, концертов и концертных программ, праздников, конкурсов, иных зрелищных программ</w:t>
            </w:r>
          </w:p>
          <w:p w:rsidR="000D4B2A" w:rsidRPr="00C32C10" w:rsidRDefault="000D4B2A" w:rsidP="008D797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B2A" w:rsidRPr="00C32C10" w:rsidRDefault="000D4B2A" w:rsidP="009043C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670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B2A" w:rsidRPr="00C32C10" w:rsidRDefault="000D4B2A" w:rsidP="00DE3FA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846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B2A" w:rsidRPr="00C32C10" w:rsidRDefault="000D4B2A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18074,397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B2A" w:rsidRPr="00C32C10" w:rsidRDefault="000D4B2A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180</w:t>
            </w:r>
            <w:bookmarkStart w:id="1" w:name="_GoBack"/>
            <w:bookmarkEnd w:id="1"/>
            <w:r>
              <w:rPr>
                <w:sz w:val="26"/>
                <w:szCs w:val="26"/>
              </w:rPr>
              <w:t>74,397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4B2A" w:rsidRPr="00984769" w:rsidRDefault="000D4B2A" w:rsidP="00660B7B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16428,93</w:t>
            </w:r>
          </w:p>
        </w:tc>
      </w:tr>
      <w:tr w:rsidR="000D4B2A" w:rsidRPr="00C32C10">
        <w:trPr>
          <w:gridAfter w:val="1"/>
          <w:wAfter w:w="15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Pr="00C32C10" w:rsidRDefault="000D4B2A" w:rsidP="008D797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C32C10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Default="000D4B2A" w:rsidP="008D797A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EA22B5">
              <w:rPr>
                <w:sz w:val="26"/>
                <w:szCs w:val="26"/>
              </w:rPr>
              <w:t xml:space="preserve">Услуга № 2 – Организация досуга по проведению городских мероприятий. Организация социально-значимых культурно-массовых мероприятий, фестивалей, праздников, конкурсов, ярмарок, выставок и др., приуроченных к празднованию государственных праздников, значимых и памятных дат </w:t>
            </w:r>
          </w:p>
          <w:p w:rsidR="000D4B2A" w:rsidRPr="00C32C10" w:rsidRDefault="000D4B2A" w:rsidP="008D797A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B2A" w:rsidRPr="00C32C10" w:rsidRDefault="000D4B2A" w:rsidP="00155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B2A" w:rsidRPr="00C32C10" w:rsidRDefault="000D4B2A" w:rsidP="00155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33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B2A" w:rsidRPr="00C32C10" w:rsidRDefault="000D4B2A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1700,00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B2A" w:rsidRPr="00C32C10" w:rsidRDefault="000D4B2A" w:rsidP="0003363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1700,00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4B2A" w:rsidRPr="00C32C10" w:rsidRDefault="000D4B2A" w:rsidP="0015581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1700,00</w:t>
            </w:r>
          </w:p>
        </w:tc>
      </w:tr>
      <w:tr w:rsidR="000D4B2A" w:rsidRPr="00C32C10">
        <w:trPr>
          <w:gridAfter w:val="1"/>
          <w:wAfter w:w="15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Pr="00C32C10" w:rsidRDefault="000D4B2A" w:rsidP="0005531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Pr="00EA22B5" w:rsidRDefault="000D4B2A" w:rsidP="00055318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B46599">
              <w:rPr>
                <w:sz w:val="26"/>
                <w:szCs w:val="26"/>
              </w:rPr>
              <w:t>Организация обучения образовательных программ дополнительного образования детей в сфере культуры и искусства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B2A" w:rsidRDefault="000D4B2A" w:rsidP="00C452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520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B2A" w:rsidRPr="00C32C10" w:rsidRDefault="000D4B2A" w:rsidP="00C452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536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B2A" w:rsidRPr="00C32C10" w:rsidRDefault="000D4B2A" w:rsidP="00C4523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18114,90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B2A" w:rsidRPr="00984769" w:rsidRDefault="000D4B2A" w:rsidP="00C45237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18114,90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4B2A" w:rsidRPr="00984769" w:rsidRDefault="000D4B2A" w:rsidP="00C45237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18001,45</w:t>
            </w:r>
          </w:p>
        </w:tc>
      </w:tr>
      <w:tr w:rsidR="000D4B2A" w:rsidRPr="00C32C10">
        <w:trPr>
          <w:gridAfter w:val="1"/>
          <w:wAfter w:w="15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Default="000D4B2A" w:rsidP="0005531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Pr="00B46599" w:rsidRDefault="000D4B2A" w:rsidP="00055318">
            <w:pPr>
              <w:ind w:left="-40" w:right="-32"/>
              <w:outlineLvl w:val="5"/>
              <w:rPr>
                <w:sz w:val="26"/>
                <w:szCs w:val="26"/>
              </w:rPr>
            </w:pPr>
            <w:r w:rsidRPr="00B46599">
              <w:rPr>
                <w:sz w:val="26"/>
                <w:szCs w:val="26"/>
              </w:rPr>
              <w:t>Организация библиотечного, справочно-библиографического, информационного обслуживания пользователей библиотеки и просветительной деятельности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B2A" w:rsidRDefault="000D4B2A" w:rsidP="00D41B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7850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B2A" w:rsidRPr="00C32C10" w:rsidRDefault="000D4B2A" w:rsidP="00D41B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7850</w:t>
            </w: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B2A" w:rsidRPr="00C32C10" w:rsidRDefault="000D4B2A" w:rsidP="00D41B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9190,60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B2A" w:rsidRPr="00984769" w:rsidRDefault="000D4B2A" w:rsidP="00D41B72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9190,60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4B2A" w:rsidRPr="00984769" w:rsidRDefault="000D4B2A" w:rsidP="00D41B72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8503,46</w:t>
            </w:r>
          </w:p>
        </w:tc>
      </w:tr>
      <w:tr w:rsidR="000D4B2A" w:rsidRPr="00C32C10">
        <w:trPr>
          <w:gridAfter w:val="1"/>
          <w:wAfter w:w="15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Default="000D4B2A" w:rsidP="00055318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B2A" w:rsidRPr="00B46599" w:rsidRDefault="000D4B2A" w:rsidP="00055318">
            <w:pPr>
              <w:ind w:left="-40" w:right="-32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Итого: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B2A" w:rsidRDefault="000D4B2A" w:rsidP="00D41B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B2A" w:rsidRDefault="000D4B2A" w:rsidP="00D41B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B2A" w:rsidRDefault="000D4B2A" w:rsidP="00D41B7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47079,897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B2A" w:rsidRPr="00984769" w:rsidRDefault="000D4B2A" w:rsidP="00D41B72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47079,897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D4B2A" w:rsidRPr="00984769" w:rsidRDefault="000D4B2A" w:rsidP="00D41B72">
            <w:pPr>
              <w:ind w:left="-40" w:right="-32"/>
              <w:jc w:val="center"/>
              <w:outlineLvl w:val="5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44633,84</w:t>
            </w:r>
          </w:p>
        </w:tc>
      </w:tr>
    </w:tbl>
    <w:p w:rsidR="000D4B2A" w:rsidRPr="00C32C10" w:rsidRDefault="000D4B2A" w:rsidP="00F8713E">
      <w:pPr>
        <w:autoSpaceDE w:val="0"/>
        <w:autoSpaceDN w:val="0"/>
        <w:adjustRightInd w:val="0"/>
        <w:ind w:firstLine="720"/>
        <w:jc w:val="both"/>
        <w:rPr>
          <w:color w:val="000000"/>
          <w:sz w:val="26"/>
          <w:szCs w:val="26"/>
        </w:rPr>
      </w:pPr>
    </w:p>
    <w:p w:rsidR="000D4B2A" w:rsidRPr="00C32C10" w:rsidRDefault="000D4B2A" w:rsidP="00F8713E">
      <w:pPr>
        <w:rPr>
          <w:color w:val="000000"/>
        </w:rPr>
      </w:pPr>
    </w:p>
    <w:p w:rsidR="000D4B2A" w:rsidRPr="00040DCC" w:rsidRDefault="000D4B2A" w:rsidP="0038469A">
      <w:pPr>
        <w:autoSpaceDE w:val="0"/>
        <w:autoSpaceDN w:val="0"/>
        <w:adjustRightInd w:val="0"/>
        <w:ind w:firstLine="698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Н</w:t>
      </w:r>
      <w:r w:rsidRPr="00040DCC">
        <w:rPr>
          <w:color w:val="000000"/>
          <w:sz w:val="26"/>
          <w:szCs w:val="26"/>
        </w:rPr>
        <w:t>ачальник МКУ «Управление культуры</w:t>
      </w:r>
    </w:p>
    <w:p w:rsidR="000D4B2A" w:rsidRPr="00103BE0" w:rsidRDefault="000D4B2A" w:rsidP="0038469A">
      <w:pPr>
        <w:autoSpaceDE w:val="0"/>
        <w:autoSpaceDN w:val="0"/>
        <w:adjustRightInd w:val="0"/>
        <w:ind w:firstLine="698"/>
        <w:rPr>
          <w:color w:val="000000"/>
          <w:sz w:val="26"/>
          <w:szCs w:val="26"/>
        </w:rPr>
      </w:pPr>
      <w:r w:rsidRPr="00040DCC">
        <w:rPr>
          <w:color w:val="000000"/>
          <w:sz w:val="26"/>
          <w:szCs w:val="26"/>
        </w:rPr>
        <w:t xml:space="preserve">Дальнереченского городского округа»   </w:t>
      </w:r>
      <w:r>
        <w:rPr>
          <w:color w:val="000000"/>
          <w:sz w:val="26"/>
          <w:szCs w:val="26"/>
        </w:rPr>
        <w:t xml:space="preserve">                                          Т.В. Мельничук</w:t>
      </w:r>
    </w:p>
    <w:p w:rsidR="000D4B2A" w:rsidRDefault="000D4B2A" w:rsidP="0038469A">
      <w:pPr>
        <w:autoSpaceDE w:val="0"/>
        <w:autoSpaceDN w:val="0"/>
        <w:adjustRightInd w:val="0"/>
        <w:ind w:firstLine="698"/>
        <w:rPr>
          <w:color w:val="000000"/>
          <w:sz w:val="26"/>
          <w:szCs w:val="26"/>
        </w:rPr>
      </w:pPr>
    </w:p>
    <w:p w:rsidR="000D4B2A" w:rsidRDefault="000D4B2A" w:rsidP="0038469A">
      <w:pPr>
        <w:autoSpaceDE w:val="0"/>
        <w:autoSpaceDN w:val="0"/>
        <w:adjustRightInd w:val="0"/>
        <w:ind w:firstLine="698"/>
        <w:rPr>
          <w:color w:val="000000"/>
          <w:sz w:val="26"/>
          <w:szCs w:val="26"/>
        </w:rPr>
      </w:pPr>
    </w:p>
    <w:p w:rsidR="000D4B2A" w:rsidRDefault="000D4B2A" w:rsidP="0038469A">
      <w:pPr>
        <w:autoSpaceDE w:val="0"/>
        <w:autoSpaceDN w:val="0"/>
        <w:adjustRightInd w:val="0"/>
        <w:ind w:firstLine="698"/>
        <w:rPr>
          <w:color w:val="000000"/>
          <w:sz w:val="26"/>
          <w:szCs w:val="26"/>
        </w:rPr>
      </w:pPr>
    </w:p>
    <w:p w:rsidR="000D4B2A" w:rsidRPr="00103BE0" w:rsidRDefault="000D4B2A" w:rsidP="0038469A">
      <w:pPr>
        <w:autoSpaceDE w:val="0"/>
        <w:autoSpaceDN w:val="0"/>
        <w:adjustRightInd w:val="0"/>
        <w:ind w:firstLine="698"/>
        <w:rPr>
          <w:color w:val="000000"/>
          <w:sz w:val="26"/>
          <w:szCs w:val="26"/>
        </w:rPr>
      </w:pPr>
    </w:p>
    <w:p w:rsidR="000D4B2A" w:rsidRDefault="000D4B2A" w:rsidP="0038469A">
      <w:pPr>
        <w:autoSpaceDE w:val="0"/>
        <w:autoSpaceDN w:val="0"/>
        <w:adjustRightInd w:val="0"/>
        <w:ind w:firstLine="698"/>
        <w:rPr>
          <w:color w:val="000000"/>
          <w:sz w:val="20"/>
          <w:szCs w:val="20"/>
        </w:rPr>
      </w:pPr>
    </w:p>
    <w:p w:rsidR="000D4B2A" w:rsidRDefault="000D4B2A" w:rsidP="0038469A">
      <w:pPr>
        <w:autoSpaceDE w:val="0"/>
        <w:autoSpaceDN w:val="0"/>
        <w:adjustRightInd w:val="0"/>
        <w:ind w:firstLine="698"/>
        <w:rPr>
          <w:color w:val="000000"/>
          <w:sz w:val="20"/>
          <w:szCs w:val="20"/>
        </w:rPr>
      </w:pPr>
    </w:p>
    <w:p w:rsidR="000D4B2A" w:rsidRDefault="000D4B2A" w:rsidP="0038469A">
      <w:pPr>
        <w:autoSpaceDE w:val="0"/>
        <w:autoSpaceDN w:val="0"/>
        <w:adjustRightInd w:val="0"/>
        <w:ind w:firstLine="698"/>
        <w:rPr>
          <w:color w:val="000000"/>
          <w:sz w:val="20"/>
          <w:szCs w:val="20"/>
        </w:rPr>
      </w:pPr>
    </w:p>
    <w:p w:rsidR="000D4B2A" w:rsidRDefault="000D4B2A" w:rsidP="0038469A">
      <w:pPr>
        <w:autoSpaceDE w:val="0"/>
        <w:autoSpaceDN w:val="0"/>
        <w:adjustRightInd w:val="0"/>
        <w:ind w:firstLine="698"/>
        <w:rPr>
          <w:color w:val="000000"/>
          <w:sz w:val="20"/>
          <w:szCs w:val="20"/>
        </w:rPr>
      </w:pPr>
    </w:p>
    <w:p w:rsidR="000D4B2A" w:rsidRDefault="000D4B2A" w:rsidP="00C74177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0D4B2A" w:rsidRDefault="000D4B2A" w:rsidP="0038469A">
      <w:pPr>
        <w:autoSpaceDE w:val="0"/>
        <w:autoSpaceDN w:val="0"/>
        <w:adjustRightInd w:val="0"/>
        <w:ind w:firstLine="698"/>
        <w:rPr>
          <w:color w:val="000000"/>
          <w:sz w:val="20"/>
          <w:szCs w:val="20"/>
        </w:rPr>
      </w:pPr>
    </w:p>
    <w:p w:rsidR="000D4B2A" w:rsidRDefault="000D4B2A" w:rsidP="0038469A">
      <w:pPr>
        <w:autoSpaceDE w:val="0"/>
        <w:autoSpaceDN w:val="0"/>
        <w:adjustRightInd w:val="0"/>
        <w:ind w:firstLine="698"/>
        <w:rPr>
          <w:color w:val="000000"/>
          <w:sz w:val="20"/>
          <w:szCs w:val="20"/>
        </w:rPr>
      </w:pPr>
    </w:p>
    <w:p w:rsidR="000D4B2A" w:rsidRDefault="000D4B2A" w:rsidP="0038469A">
      <w:pPr>
        <w:autoSpaceDE w:val="0"/>
        <w:autoSpaceDN w:val="0"/>
        <w:adjustRightInd w:val="0"/>
        <w:ind w:firstLine="698"/>
        <w:rPr>
          <w:color w:val="000000"/>
          <w:sz w:val="20"/>
          <w:szCs w:val="20"/>
        </w:rPr>
      </w:pPr>
    </w:p>
    <w:p w:rsidR="000D4B2A" w:rsidRPr="00134DF2" w:rsidRDefault="000D4B2A" w:rsidP="00C74177">
      <w:pPr>
        <w:autoSpaceDE w:val="0"/>
        <w:autoSpaceDN w:val="0"/>
        <w:adjustRightInd w:val="0"/>
        <w:ind w:firstLine="698"/>
        <w:rPr>
          <w:sz w:val="20"/>
          <w:szCs w:val="20"/>
        </w:rPr>
      </w:pPr>
      <w:r w:rsidRPr="00134DF2">
        <w:rPr>
          <w:color w:val="000000"/>
          <w:sz w:val="20"/>
          <w:szCs w:val="20"/>
        </w:rPr>
        <w:t>Исп. Белолипецких Л.П. тел. (42356)27-8-62</w:t>
      </w:r>
    </w:p>
    <w:sectPr w:rsidR="000D4B2A" w:rsidRPr="00134DF2" w:rsidSect="004C3EF5">
      <w:pgSz w:w="11900" w:h="16800"/>
      <w:pgMar w:top="1134" w:right="799" w:bottom="1134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13E"/>
    <w:rsid w:val="0003363C"/>
    <w:rsid w:val="00040DCC"/>
    <w:rsid w:val="0004605B"/>
    <w:rsid w:val="00053AB9"/>
    <w:rsid w:val="00055318"/>
    <w:rsid w:val="00055C50"/>
    <w:rsid w:val="00084AFF"/>
    <w:rsid w:val="000D4B2A"/>
    <w:rsid w:val="00103BE0"/>
    <w:rsid w:val="00116FD4"/>
    <w:rsid w:val="00134DF2"/>
    <w:rsid w:val="00155811"/>
    <w:rsid w:val="00157160"/>
    <w:rsid w:val="00185F5E"/>
    <w:rsid w:val="00190B4A"/>
    <w:rsid w:val="00210F3E"/>
    <w:rsid w:val="00274F8F"/>
    <w:rsid w:val="00285226"/>
    <w:rsid w:val="003140FB"/>
    <w:rsid w:val="003242BB"/>
    <w:rsid w:val="00343E39"/>
    <w:rsid w:val="00362D85"/>
    <w:rsid w:val="0038469A"/>
    <w:rsid w:val="004016D8"/>
    <w:rsid w:val="0040351F"/>
    <w:rsid w:val="004072DB"/>
    <w:rsid w:val="004565EF"/>
    <w:rsid w:val="004604A9"/>
    <w:rsid w:val="00466F46"/>
    <w:rsid w:val="004839E4"/>
    <w:rsid w:val="004B0CAD"/>
    <w:rsid w:val="004C3EF5"/>
    <w:rsid w:val="004D0429"/>
    <w:rsid w:val="00530D16"/>
    <w:rsid w:val="005560FF"/>
    <w:rsid w:val="005A54DC"/>
    <w:rsid w:val="005C2249"/>
    <w:rsid w:val="005D6300"/>
    <w:rsid w:val="005E0E84"/>
    <w:rsid w:val="00660B7B"/>
    <w:rsid w:val="00687EF4"/>
    <w:rsid w:val="00694E7A"/>
    <w:rsid w:val="006A4028"/>
    <w:rsid w:val="006B0BC1"/>
    <w:rsid w:val="006D5927"/>
    <w:rsid w:val="00746B12"/>
    <w:rsid w:val="00775182"/>
    <w:rsid w:val="00783BC1"/>
    <w:rsid w:val="00786CB6"/>
    <w:rsid w:val="007C0375"/>
    <w:rsid w:val="007F3E82"/>
    <w:rsid w:val="008060CF"/>
    <w:rsid w:val="008533AC"/>
    <w:rsid w:val="00855882"/>
    <w:rsid w:val="008D797A"/>
    <w:rsid w:val="009043C9"/>
    <w:rsid w:val="00936BBA"/>
    <w:rsid w:val="00944BF8"/>
    <w:rsid w:val="0096584D"/>
    <w:rsid w:val="00984769"/>
    <w:rsid w:val="00987DDA"/>
    <w:rsid w:val="00AC2F9F"/>
    <w:rsid w:val="00B46599"/>
    <w:rsid w:val="00BA5DE1"/>
    <w:rsid w:val="00BD40F8"/>
    <w:rsid w:val="00C018C9"/>
    <w:rsid w:val="00C32C10"/>
    <w:rsid w:val="00C442A2"/>
    <w:rsid w:val="00C45237"/>
    <w:rsid w:val="00C525A0"/>
    <w:rsid w:val="00C74177"/>
    <w:rsid w:val="00C875DD"/>
    <w:rsid w:val="00CB7065"/>
    <w:rsid w:val="00D03045"/>
    <w:rsid w:val="00D36636"/>
    <w:rsid w:val="00D375CB"/>
    <w:rsid w:val="00D41B72"/>
    <w:rsid w:val="00D8543F"/>
    <w:rsid w:val="00D95B2A"/>
    <w:rsid w:val="00DC0C9C"/>
    <w:rsid w:val="00DD5943"/>
    <w:rsid w:val="00DE3FA5"/>
    <w:rsid w:val="00DF436B"/>
    <w:rsid w:val="00E25B44"/>
    <w:rsid w:val="00E46071"/>
    <w:rsid w:val="00EA22B5"/>
    <w:rsid w:val="00EC0CE7"/>
    <w:rsid w:val="00ED20E8"/>
    <w:rsid w:val="00F250AF"/>
    <w:rsid w:val="00F84482"/>
    <w:rsid w:val="00F84E21"/>
    <w:rsid w:val="00F8713E"/>
    <w:rsid w:val="00F97E1C"/>
    <w:rsid w:val="00FD4C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713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33</TotalTime>
  <Pages>2</Pages>
  <Words>250</Words>
  <Characters>1429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Белолипецких Л.П.</dc:creator>
  <cp:keywords/>
  <dc:description/>
  <cp:lastModifiedBy>Администратор</cp:lastModifiedBy>
  <cp:revision>216</cp:revision>
  <cp:lastPrinted>2016-03-18T05:34:00Z</cp:lastPrinted>
  <dcterms:created xsi:type="dcterms:W3CDTF">2015-01-22T01:54:00Z</dcterms:created>
  <dcterms:modified xsi:type="dcterms:W3CDTF">2016-03-18T05:34:00Z</dcterms:modified>
</cp:coreProperties>
</file>